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7A15A69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367A9F">
        <w:rPr>
          <w:lang w:eastAsia="cs-CZ"/>
        </w:rPr>
        <w:t>46003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246F56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 1</w:t>
      </w:r>
      <w:r w:rsidR="002E4925">
        <w:rPr>
          <w:rFonts w:eastAsia="Times New Roman" w:cs="Times New Roman"/>
          <w:b/>
          <w:lang w:eastAsia="cs-CZ"/>
        </w:rPr>
        <w:t>9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367A9F">
        <w:rPr>
          <w:rFonts w:eastAsia="Times New Roman" w:cs="Times New Roman"/>
          <w:lang w:eastAsia="cs-CZ"/>
        </w:rPr>
        <w:t>46003</w:t>
      </w:r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CC1CA" w14:textId="77777777" w:rsidR="007E215C" w:rsidRDefault="007E215C" w:rsidP="00962258">
      <w:pPr>
        <w:spacing w:after="0" w:line="240" w:lineRule="auto"/>
      </w:pPr>
      <w:r>
        <w:separator/>
      </w:r>
    </w:p>
  </w:endnote>
  <w:endnote w:type="continuationSeparator" w:id="0">
    <w:p w14:paraId="43912158" w14:textId="77777777" w:rsidR="007E215C" w:rsidRDefault="007E21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E4515" w14:textId="77777777" w:rsidR="007E215C" w:rsidRDefault="007E215C" w:rsidP="00962258">
      <w:pPr>
        <w:spacing w:after="0" w:line="240" w:lineRule="auto"/>
      </w:pPr>
      <w:r>
        <w:separator/>
      </w:r>
    </w:p>
  </w:footnote>
  <w:footnote w:type="continuationSeparator" w:id="0">
    <w:p w14:paraId="7233EE43" w14:textId="77777777" w:rsidR="007E215C" w:rsidRDefault="007E21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36E24C-5DE0-4E2A-BD96-899382FC0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17</cp:revision>
  <cp:lastPrinted>2022-07-04T10:51:00Z</cp:lastPrinted>
  <dcterms:created xsi:type="dcterms:W3CDTF">2022-04-13T07:21:00Z</dcterms:created>
  <dcterms:modified xsi:type="dcterms:W3CDTF">2022-07-04T10:51:00Z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